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42642" w14:textId="77777777" w:rsidR="003E6505" w:rsidRPr="003E6505" w:rsidRDefault="003E6505" w:rsidP="003E6505">
      <w:pPr>
        <w:pStyle w:val="Default"/>
        <w:spacing w:after="120"/>
        <w:ind w:left="2124" w:firstLine="708"/>
        <w:jc w:val="both"/>
        <w:rPr>
          <w:rFonts w:ascii="Arial" w:hAnsi="Arial" w:cs="Arial"/>
          <w:color w:val="auto"/>
          <w:sz w:val="20"/>
          <w:szCs w:val="20"/>
        </w:rPr>
      </w:pPr>
      <w:r w:rsidRPr="003E6505">
        <w:rPr>
          <w:rFonts w:ascii="Arial" w:hAnsi="Arial" w:cs="Arial"/>
          <w:color w:val="auto"/>
          <w:sz w:val="20"/>
          <w:szCs w:val="20"/>
        </w:rPr>
        <w:t>Załącznik nr 5 - oświadczenie o braku podstaw do wykluczenia</w:t>
      </w:r>
    </w:p>
    <w:p w14:paraId="0D9C7B69" w14:textId="77777777" w:rsidR="003E6505" w:rsidRDefault="003E6505" w:rsidP="003E6505"/>
    <w:p w14:paraId="47371EEB" w14:textId="77777777" w:rsidR="003E6505" w:rsidRDefault="003E6505" w:rsidP="003E6505"/>
    <w:p w14:paraId="28AA0AEB" w14:textId="77777777" w:rsidR="003E6505" w:rsidRDefault="003E6505" w:rsidP="006B0FED">
      <w:pPr>
        <w:spacing w:after="0" w:line="240" w:lineRule="auto"/>
      </w:pPr>
      <w:r>
        <w:t>………………………………………………….</w:t>
      </w:r>
    </w:p>
    <w:p w14:paraId="1E71A247" w14:textId="77777777" w:rsidR="003E6505" w:rsidRPr="006B0FED" w:rsidRDefault="003E6505" w:rsidP="006B0F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0FED">
        <w:rPr>
          <w:rFonts w:ascii="Arial" w:hAnsi="Arial" w:cs="Arial"/>
          <w:sz w:val="20"/>
          <w:szCs w:val="20"/>
        </w:rPr>
        <w:t>pełna nazwa Wykonawcy</w:t>
      </w:r>
    </w:p>
    <w:p w14:paraId="086B4D85" w14:textId="77777777" w:rsidR="003E6505" w:rsidRDefault="003E6505" w:rsidP="003E6505"/>
    <w:p w14:paraId="1789A4FC" w14:textId="77777777" w:rsidR="003E6505" w:rsidRDefault="003E6505" w:rsidP="006B0FED">
      <w:pPr>
        <w:spacing w:after="0" w:line="240" w:lineRule="auto"/>
      </w:pPr>
      <w:bookmarkStart w:id="0" w:name="_Hlk201587260"/>
      <w:r>
        <w:t>………………………………………………….</w:t>
      </w:r>
    </w:p>
    <w:p w14:paraId="168B1DD5" w14:textId="77777777" w:rsidR="003E6505" w:rsidRPr="006B0FED" w:rsidRDefault="003E6505" w:rsidP="006B0F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0FED">
        <w:rPr>
          <w:rFonts w:ascii="Arial" w:hAnsi="Arial" w:cs="Arial"/>
          <w:sz w:val="20"/>
          <w:szCs w:val="20"/>
        </w:rPr>
        <w:t>adres</w:t>
      </w:r>
    </w:p>
    <w:bookmarkEnd w:id="0"/>
    <w:p w14:paraId="72043663" w14:textId="77777777" w:rsidR="006B0FED" w:rsidRDefault="006B0FED" w:rsidP="006B0FED">
      <w:pPr>
        <w:spacing w:after="0" w:line="240" w:lineRule="auto"/>
      </w:pPr>
    </w:p>
    <w:p w14:paraId="26A77525" w14:textId="77777777" w:rsidR="006B0FED" w:rsidRDefault="006B0FED" w:rsidP="006B0FED">
      <w:pPr>
        <w:spacing w:after="0" w:line="240" w:lineRule="auto"/>
      </w:pPr>
      <w:r>
        <w:t>………………………………………………….</w:t>
      </w:r>
    </w:p>
    <w:p w14:paraId="0145C59E" w14:textId="77777777" w:rsidR="003E6505" w:rsidRPr="006B0FED" w:rsidRDefault="006B0FED" w:rsidP="006B0F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0FED">
        <w:rPr>
          <w:rFonts w:ascii="Arial" w:hAnsi="Arial" w:cs="Arial"/>
          <w:sz w:val="20"/>
          <w:szCs w:val="20"/>
        </w:rPr>
        <w:t>telefon</w:t>
      </w:r>
    </w:p>
    <w:p w14:paraId="6CBAE236" w14:textId="77777777" w:rsidR="006B0FED" w:rsidRPr="006B0FED" w:rsidRDefault="006B0FED" w:rsidP="006B0FE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852B13" w14:textId="77777777" w:rsidR="003E6505" w:rsidRDefault="003E6505" w:rsidP="006B0FED">
      <w:pPr>
        <w:spacing w:after="0" w:line="240" w:lineRule="auto"/>
      </w:pPr>
      <w:r>
        <w:t>…………………………………………………</w:t>
      </w:r>
    </w:p>
    <w:p w14:paraId="07D26E38" w14:textId="7BB7F70B" w:rsidR="003E6505" w:rsidRPr="006B0FED" w:rsidRDefault="003E6505" w:rsidP="006B0F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0FED">
        <w:rPr>
          <w:rFonts w:ascii="Arial" w:hAnsi="Arial" w:cs="Arial"/>
          <w:sz w:val="20"/>
          <w:szCs w:val="20"/>
        </w:rPr>
        <w:t>NIP</w:t>
      </w:r>
      <w:r w:rsidR="00B374C7">
        <w:rPr>
          <w:rFonts w:ascii="Arial" w:hAnsi="Arial" w:cs="Arial"/>
          <w:sz w:val="20"/>
          <w:szCs w:val="20"/>
        </w:rPr>
        <w:t>/PESEL</w:t>
      </w:r>
      <w:r w:rsidRPr="006B0FED">
        <w:rPr>
          <w:rFonts w:ascii="Arial" w:hAnsi="Arial" w:cs="Arial"/>
          <w:sz w:val="20"/>
          <w:szCs w:val="20"/>
        </w:rPr>
        <w:t xml:space="preserve"> </w:t>
      </w:r>
    </w:p>
    <w:p w14:paraId="2EDB068E" w14:textId="77777777" w:rsidR="003E6505" w:rsidRDefault="003E6505" w:rsidP="003E6505"/>
    <w:p w14:paraId="23972F82" w14:textId="77777777" w:rsidR="003E6505" w:rsidRDefault="003E6505" w:rsidP="003E6505"/>
    <w:p w14:paraId="7A06515C" w14:textId="77777777" w:rsidR="006B0FED" w:rsidRDefault="006B0FED" w:rsidP="003E6505">
      <w:pPr>
        <w:ind w:left="2832" w:firstLine="708"/>
        <w:rPr>
          <w:b/>
          <w:bCs/>
          <w:sz w:val="24"/>
          <w:szCs w:val="24"/>
        </w:rPr>
      </w:pPr>
    </w:p>
    <w:p w14:paraId="5F6C2D08" w14:textId="77777777" w:rsidR="003E6505" w:rsidRPr="003E6505" w:rsidRDefault="003E6505" w:rsidP="003E6505">
      <w:pPr>
        <w:ind w:left="2832" w:firstLine="708"/>
        <w:rPr>
          <w:b/>
          <w:bCs/>
          <w:sz w:val="24"/>
          <w:szCs w:val="24"/>
        </w:rPr>
      </w:pPr>
      <w:r w:rsidRPr="003E6505">
        <w:rPr>
          <w:b/>
          <w:bCs/>
          <w:sz w:val="24"/>
          <w:szCs w:val="24"/>
        </w:rPr>
        <w:t>OŚWIADCZENIE</w:t>
      </w:r>
    </w:p>
    <w:p w14:paraId="54087A6D" w14:textId="77777777" w:rsidR="003E6505" w:rsidRDefault="003E6505" w:rsidP="003E6505"/>
    <w:p w14:paraId="644D7E5D" w14:textId="77777777" w:rsidR="003E6505" w:rsidRDefault="003E6505" w:rsidP="003E6505">
      <w:pPr>
        <w:jc w:val="both"/>
      </w:pPr>
      <w: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0BF59CAA" w14:textId="77777777" w:rsidR="003E6505" w:rsidRDefault="003E6505" w:rsidP="003E6505"/>
    <w:p w14:paraId="6887E84B" w14:textId="77777777" w:rsidR="003E6505" w:rsidRDefault="003E6505" w:rsidP="003E6505"/>
    <w:p w14:paraId="40E76A79" w14:textId="77777777" w:rsidR="003E6505" w:rsidRDefault="003E6505" w:rsidP="003E6505"/>
    <w:p w14:paraId="08EC8D03" w14:textId="77777777" w:rsidR="003E6505" w:rsidRDefault="003E6505" w:rsidP="003E65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……………………….……………..…………</w:t>
      </w:r>
    </w:p>
    <w:p w14:paraId="75EA5286" w14:textId="77777777" w:rsidR="003E6505" w:rsidRPr="006B0FED" w:rsidRDefault="003E6505" w:rsidP="003E6505">
      <w:pPr>
        <w:rPr>
          <w:rFonts w:ascii="Arial" w:hAnsi="Arial" w:cs="Arial"/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B0FED">
        <w:rPr>
          <w:rFonts w:ascii="Arial" w:hAnsi="Arial" w:cs="Arial"/>
          <w:i/>
          <w:iCs/>
          <w:sz w:val="20"/>
          <w:szCs w:val="20"/>
        </w:rPr>
        <w:t>Data, czytelny podpis (imię i nazwisko)</w:t>
      </w:r>
    </w:p>
    <w:p w14:paraId="396CE5DA" w14:textId="77777777" w:rsidR="003E6505" w:rsidRDefault="003E6505" w:rsidP="003E6505"/>
    <w:p w14:paraId="21BAA9C0" w14:textId="77777777" w:rsidR="003E6505" w:rsidRDefault="003E6505" w:rsidP="003E6505"/>
    <w:p w14:paraId="110EDE27" w14:textId="77777777" w:rsidR="00E84371" w:rsidRDefault="00E84371"/>
    <w:sectPr w:rsidR="00E843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71EE6" w14:textId="77777777" w:rsidR="00DA6894" w:rsidRDefault="00DA6894" w:rsidP="003E6505">
      <w:pPr>
        <w:spacing w:after="0" w:line="240" w:lineRule="auto"/>
      </w:pPr>
      <w:r>
        <w:separator/>
      </w:r>
    </w:p>
  </w:endnote>
  <w:endnote w:type="continuationSeparator" w:id="0">
    <w:p w14:paraId="01E17838" w14:textId="77777777" w:rsidR="00DA6894" w:rsidRDefault="00DA6894" w:rsidP="003E6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B8E1B" w14:textId="77777777" w:rsidR="00721E15" w:rsidRDefault="00721E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9235B" w14:textId="49629A88" w:rsidR="003E6505" w:rsidRPr="00721E15" w:rsidRDefault="009E4D8D" w:rsidP="009E4D8D">
    <w:pPr>
      <w:pStyle w:val="Stopka"/>
      <w:jc w:val="center"/>
      <w:rPr>
        <w:i/>
        <w:iCs/>
      </w:rPr>
    </w:pPr>
    <w:r w:rsidRPr="00721E15">
      <w:rPr>
        <w:rFonts w:ascii="Arial" w:hAnsi="Arial" w:cs="Arial"/>
        <w:i/>
        <w:iCs/>
        <w:sz w:val="18"/>
        <w:szCs w:val="18"/>
      </w:rPr>
      <w:t>Projekt „Kompetentni w zawodzie 2.0” FESL.06.03-IZ.01-0CA7/24 współfinansowany przez Unię Europejską w ramach programu Fundusze Europejskie dla Śląskiego 2021 -2027 Priorytet FESL.06.00-Fundusze Europejskie dla edukacji Działanie: FESL.06.03-Kształcenie zawodowe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05903" w14:textId="77777777" w:rsidR="00721E15" w:rsidRDefault="00721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B587B" w14:textId="77777777" w:rsidR="00DA6894" w:rsidRDefault="00DA6894" w:rsidP="003E6505">
      <w:pPr>
        <w:spacing w:after="0" w:line="240" w:lineRule="auto"/>
      </w:pPr>
      <w:r>
        <w:separator/>
      </w:r>
    </w:p>
  </w:footnote>
  <w:footnote w:type="continuationSeparator" w:id="0">
    <w:p w14:paraId="1DD31D19" w14:textId="77777777" w:rsidR="00DA6894" w:rsidRDefault="00DA6894" w:rsidP="003E6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CD8EA" w14:textId="77777777" w:rsidR="00721E15" w:rsidRDefault="00721E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9509" w14:textId="77777777" w:rsidR="003E6505" w:rsidRDefault="003E6505">
    <w:pPr>
      <w:pStyle w:val="Nagwek"/>
    </w:pPr>
    <w:r>
      <w:rPr>
        <w:noProof/>
      </w:rPr>
      <w:drawing>
        <wp:inline distT="0" distB="0" distL="0" distR="0" wp14:anchorId="022007D7" wp14:editId="21D97409">
          <wp:extent cx="5760720" cy="608965"/>
          <wp:effectExtent l="0" t="0" r="0" b="635"/>
          <wp:docPr id="14328206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20677" name="Obraz 14328206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7E6DCF" w14:textId="77777777" w:rsidR="003E6505" w:rsidRDefault="003E65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107C7" w14:textId="77777777" w:rsidR="00721E15" w:rsidRDefault="00721E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09"/>
    <w:rsid w:val="000A23B4"/>
    <w:rsid w:val="000E4D42"/>
    <w:rsid w:val="0017769D"/>
    <w:rsid w:val="00210A26"/>
    <w:rsid w:val="002F46F8"/>
    <w:rsid w:val="003E6505"/>
    <w:rsid w:val="005A6A85"/>
    <w:rsid w:val="005B58E9"/>
    <w:rsid w:val="0066394D"/>
    <w:rsid w:val="00665B6F"/>
    <w:rsid w:val="006B0FED"/>
    <w:rsid w:val="00721E15"/>
    <w:rsid w:val="0079426E"/>
    <w:rsid w:val="00797108"/>
    <w:rsid w:val="007C4A2D"/>
    <w:rsid w:val="008E18B7"/>
    <w:rsid w:val="009D3986"/>
    <w:rsid w:val="009E4D8D"/>
    <w:rsid w:val="00A1442C"/>
    <w:rsid w:val="00A30CAA"/>
    <w:rsid w:val="00A7627F"/>
    <w:rsid w:val="00AA6699"/>
    <w:rsid w:val="00B255C5"/>
    <w:rsid w:val="00B374C7"/>
    <w:rsid w:val="00B95A91"/>
    <w:rsid w:val="00B97A62"/>
    <w:rsid w:val="00D54509"/>
    <w:rsid w:val="00D8550B"/>
    <w:rsid w:val="00DA6894"/>
    <w:rsid w:val="00DB3F81"/>
    <w:rsid w:val="00E55DDA"/>
    <w:rsid w:val="00E84371"/>
    <w:rsid w:val="00EE62D6"/>
    <w:rsid w:val="00F640B2"/>
    <w:rsid w:val="00F8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FAF95"/>
  <w15:chartTrackingRefBased/>
  <w15:docId w15:val="{F9103086-FB66-40E4-9913-C6590E399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65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5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65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65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65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65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65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65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65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65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5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65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650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650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65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65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65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65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65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65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65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65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65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65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65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650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65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650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650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3E65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E6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505"/>
  </w:style>
  <w:style w:type="paragraph" w:styleId="Stopka">
    <w:name w:val="footer"/>
    <w:basedOn w:val="Normalny"/>
    <w:link w:val="StopkaZnak"/>
    <w:uiPriority w:val="99"/>
    <w:unhideWhenUsed/>
    <w:rsid w:val="003E6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ekiert\Desktop\transport%20DDP\Za&#322;&#261;cznik%20nr%205_o&#347;wiadczenie%20o%20braku%20podstaw%20do%20wykluczen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5_oświadczenie o braku podstaw do wykluczenia</Template>
  <TotalTime>0</TotalTime>
  <Pages>1</Pages>
  <Words>85</Words>
  <Characters>514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Ekiert</dc:creator>
  <cp:keywords/>
  <dc:description/>
  <cp:lastModifiedBy>Agnieszka Ekiert</cp:lastModifiedBy>
  <cp:revision>2</cp:revision>
  <dcterms:created xsi:type="dcterms:W3CDTF">2025-11-07T18:47:00Z</dcterms:created>
  <dcterms:modified xsi:type="dcterms:W3CDTF">2025-11-07T18:47:00Z</dcterms:modified>
</cp:coreProperties>
</file>